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0A71A0" w:rsidRPr="0033475C" w:rsidRDefault="00787410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A37501D" w14:textId="77777777" w:rsidR="000A71A0" w:rsidRPr="0033475C" w:rsidRDefault="00787410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5DAB6C7B" w14:textId="77777777" w:rsidR="000A71A0" w:rsidRPr="0033475C" w:rsidRDefault="00787410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72038510" w14:textId="2D6E0207" w:rsidR="00700426" w:rsidRPr="005B1ECB" w:rsidRDefault="00700426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Pan</w:t>
      </w:r>
      <w:r w:rsidR="00316AA9">
        <w:rPr>
          <w:rStyle w:val="normaltextrun"/>
          <w:rFonts w:ascii="Calibri" w:hAnsi="Calibri" w:cs="Calibri"/>
          <w:b/>
          <w:sz w:val="22"/>
          <w:szCs w:val="22"/>
        </w:rPr>
        <w:t>i</w:t>
      </w:r>
    </w:p>
    <w:p w14:paraId="4388A713" w14:textId="0CF38293" w:rsidR="00700426" w:rsidRPr="005B1ECB" w:rsidRDefault="00316AA9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>
        <w:rPr>
          <w:rStyle w:val="normaltextrun"/>
          <w:rFonts w:ascii="Calibri" w:hAnsi="Calibri" w:cs="Calibri"/>
          <w:b/>
          <w:sz w:val="22"/>
          <w:szCs w:val="22"/>
        </w:rPr>
        <w:t>Wioletta Zwara</w:t>
      </w:r>
    </w:p>
    <w:p w14:paraId="718E36D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Sekre</w:t>
      </w:r>
      <w:r>
        <w:rPr>
          <w:rStyle w:val="normaltextrun"/>
          <w:rFonts w:ascii="Calibri" w:hAnsi="Calibri" w:cs="Calibri"/>
          <w:b/>
          <w:sz w:val="22"/>
          <w:szCs w:val="22"/>
        </w:rPr>
        <w:t>tarz Komitetu Rady Ministrów ds.</w:t>
      </w: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 Cyfryzacji</w:t>
      </w:r>
    </w:p>
    <w:p w14:paraId="02EB378F" w14:textId="77777777" w:rsidR="00700426" w:rsidRPr="005B1ECB" w:rsidRDefault="00700426" w:rsidP="26D287DD">
      <w:pPr>
        <w:pStyle w:val="paragraph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6E06F740" w14:textId="05F8F0F0" w:rsidR="26D287DD" w:rsidRDefault="26D287DD" w:rsidP="26D287DD">
      <w:pPr>
        <w:pStyle w:val="paragraph"/>
        <w:jc w:val="both"/>
        <w:rPr>
          <w:rStyle w:val="normaltextrun"/>
          <w:rFonts w:ascii="Calibri" w:hAnsi="Calibri" w:cs="Calibri"/>
          <w:sz w:val="22"/>
          <w:szCs w:val="22"/>
        </w:rPr>
      </w:pPr>
    </w:p>
    <w:p w14:paraId="04C1BFD6" w14:textId="57802A7F" w:rsidR="066B7435" w:rsidRDefault="00700426" w:rsidP="008151C6">
      <w:pPr>
        <w:pStyle w:val="paragraph"/>
        <w:jc w:val="both"/>
        <w:textAlignment w:val="baseline"/>
        <w:rPr>
          <w:rStyle w:val="normaltextrun"/>
          <w:rFonts w:ascii="Calibri" w:hAnsi="Calibri" w:cs="Calibri"/>
          <w:i/>
          <w:iCs/>
        </w:rPr>
      </w:pPr>
      <w:r w:rsidRPr="066B7435">
        <w:rPr>
          <w:rStyle w:val="normaltextrun"/>
          <w:rFonts w:ascii="Calibri" w:hAnsi="Calibri" w:cs="Calibri"/>
          <w:i/>
          <w:iCs/>
        </w:rPr>
        <w:t>Szanown</w:t>
      </w:r>
      <w:r w:rsidR="00316AA9">
        <w:rPr>
          <w:rStyle w:val="normaltextrun"/>
          <w:rFonts w:ascii="Calibri" w:hAnsi="Calibri" w:cs="Calibri"/>
          <w:i/>
          <w:iCs/>
        </w:rPr>
        <w:t>a</w:t>
      </w:r>
      <w:r w:rsidRPr="066B7435">
        <w:rPr>
          <w:rStyle w:val="normaltextrun"/>
          <w:rFonts w:ascii="Calibri" w:hAnsi="Calibri" w:cs="Calibri"/>
          <w:i/>
          <w:iCs/>
        </w:rPr>
        <w:t xml:space="preserve"> Pani Sekretarz,</w:t>
      </w:r>
    </w:p>
    <w:p w14:paraId="0FB3EEB7" w14:textId="7258496C" w:rsidR="000F32EE" w:rsidRDefault="00700426" w:rsidP="00536CD9">
      <w:pPr>
        <w:spacing w:line="276" w:lineRule="auto"/>
        <w:jc w:val="both"/>
        <w:rPr>
          <w:rStyle w:val="normaltextrun"/>
          <w:rFonts w:ascii="Calibri" w:hAnsi="Calibri" w:cs="Calibri"/>
          <w:sz w:val="22"/>
          <w:szCs w:val="22"/>
        </w:rPr>
      </w:pPr>
      <w:r w:rsidRPr="22F4C4AC">
        <w:rPr>
          <w:rStyle w:val="normaltextrun"/>
          <w:rFonts w:ascii="Calibri" w:hAnsi="Calibri" w:cs="Calibri"/>
          <w:sz w:val="22"/>
          <w:szCs w:val="22"/>
        </w:rPr>
        <w:t>w załączeniu przekazuję raport z postępu rzeczowo-finansowego projektu informatycznego pn. </w:t>
      </w:r>
      <w:r w:rsidR="00DF0867" w:rsidRPr="000F32EE">
        <w:rPr>
          <w:rStyle w:val="normaltextrun"/>
          <w:rFonts w:ascii="Calibri" w:hAnsi="Calibri" w:cs="Calibri"/>
          <w:i/>
          <w:sz w:val="22"/>
          <w:szCs w:val="22"/>
        </w:rPr>
        <w:t>„</w:t>
      </w:r>
      <w:r w:rsidR="005B1AA2">
        <w:rPr>
          <w:rStyle w:val="normaltextrun"/>
          <w:rFonts w:ascii="Calibri" w:hAnsi="Calibri" w:cs="Calibri"/>
          <w:i/>
          <w:sz w:val="22"/>
          <w:szCs w:val="22"/>
        </w:rPr>
        <w:t>SEPIS – System Ewidencji Państwowej Inspekcji Sanitarnej</w:t>
      </w:r>
      <w:r w:rsidR="00DF0867" w:rsidRPr="000F32EE">
        <w:rPr>
          <w:rStyle w:val="normaltextrun"/>
          <w:rFonts w:ascii="Calibri" w:hAnsi="Calibri" w:cs="Calibri"/>
          <w:i/>
          <w:sz w:val="22"/>
          <w:szCs w:val="22"/>
        </w:rPr>
        <w:t>”</w:t>
      </w:r>
      <w:r w:rsidR="3011ABB1" w:rsidRPr="22F4C4AC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>za I</w:t>
      </w:r>
      <w:r w:rsidR="005A5A54">
        <w:rPr>
          <w:rStyle w:val="normaltextrun"/>
          <w:rFonts w:ascii="Calibri" w:hAnsi="Calibri" w:cs="Calibri"/>
          <w:sz w:val="22"/>
          <w:szCs w:val="22"/>
        </w:rPr>
        <w:t>V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 xml:space="preserve"> kwartał 202</w:t>
      </w:r>
      <w:r w:rsidR="685768A3" w:rsidRPr="22F4C4AC">
        <w:rPr>
          <w:rStyle w:val="normaltextrun"/>
          <w:rFonts w:ascii="Calibri" w:hAnsi="Calibri" w:cs="Calibri"/>
          <w:sz w:val="22"/>
          <w:szCs w:val="22"/>
        </w:rPr>
        <w:t>1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 xml:space="preserve"> r.</w:t>
      </w:r>
      <w:r w:rsidR="008151C6"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7E8AC833" w14:textId="55D25063" w:rsidR="26D287DD" w:rsidRDefault="26D287DD" w:rsidP="000F32EE">
      <w:pPr>
        <w:pStyle w:val="paragraph"/>
        <w:rPr>
          <w:rStyle w:val="normaltextrun"/>
          <w:rFonts w:ascii="Calibri" w:hAnsi="Calibri" w:cs="Calibri"/>
          <w:b/>
          <w:bCs/>
        </w:rPr>
      </w:pPr>
    </w:p>
    <w:p w14:paraId="77082EC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A39BBE3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3310A987" w14:textId="19CD075B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 xml:space="preserve">z up. </w:t>
      </w:r>
      <w:r w:rsidR="09D0742E" w:rsidRPr="242689D6">
        <w:rPr>
          <w:rFonts w:asciiTheme="minorHAnsi" w:hAnsiTheme="minorHAnsi" w:cstheme="minorBidi"/>
          <w:b/>
          <w:bCs/>
        </w:rPr>
        <w:t>Janusz Cieszyński</w:t>
      </w:r>
    </w:p>
    <w:p w14:paraId="690E3B05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Sekretarz Stanu</w:t>
      </w:r>
    </w:p>
    <w:p w14:paraId="22DC28A8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w Kancelarii Prezesa Rady Ministrów</w:t>
      </w:r>
    </w:p>
    <w:p w14:paraId="41C8F396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72A3D3EC" w14:textId="77777777" w:rsidR="00700426" w:rsidRPr="0033475C" w:rsidRDefault="00700426" w:rsidP="0070042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700426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0E27B00A" w14:textId="77777777"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</w:p>
    <w:p w14:paraId="5CABB90E" w14:textId="77777777" w:rsidR="00700426" w:rsidRDefault="00700426" w:rsidP="00DF08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14:paraId="60061E4C" w14:textId="52A3902C" w:rsidR="00700426" w:rsidRPr="00DF0867" w:rsidRDefault="00700426" w:rsidP="4FCC2B0E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Raport z postępu rzeczowo-finansowego projektu informatycznego za </w:t>
      </w:r>
      <w:r w:rsidR="65B3E3F9" w:rsidRPr="22F4C4AC">
        <w:rPr>
          <w:rStyle w:val="normaltextrun"/>
          <w:rFonts w:ascii="Calibri" w:hAnsi="Calibri" w:cs="Calibri"/>
          <w:sz w:val="18"/>
          <w:szCs w:val="18"/>
        </w:rPr>
        <w:t>I</w:t>
      </w:r>
      <w:r w:rsidR="00EE2CFB">
        <w:rPr>
          <w:rStyle w:val="normaltextrun"/>
          <w:rFonts w:ascii="Calibri" w:hAnsi="Calibri" w:cs="Calibri"/>
          <w:sz w:val="18"/>
          <w:szCs w:val="18"/>
        </w:rPr>
        <w:t>V</w:t>
      </w: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 kwartał 202</w:t>
      </w:r>
      <w:r w:rsidR="469FD342" w:rsidRPr="22F4C4AC">
        <w:rPr>
          <w:rStyle w:val="normaltextrun"/>
          <w:rFonts w:ascii="Calibri" w:hAnsi="Calibri" w:cs="Calibri"/>
          <w:sz w:val="18"/>
          <w:szCs w:val="18"/>
        </w:rPr>
        <w:t>1</w:t>
      </w: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 roku dla projektu pn</w:t>
      </w:r>
      <w:r w:rsidR="39C2F834" w:rsidRPr="22F4C4AC">
        <w:rPr>
          <w:rStyle w:val="normaltextrun"/>
          <w:rFonts w:ascii="Calibri" w:hAnsi="Calibri" w:cs="Calibri"/>
          <w:sz w:val="18"/>
          <w:szCs w:val="18"/>
        </w:rPr>
        <w:t xml:space="preserve">. </w:t>
      </w:r>
      <w:r w:rsidR="00DF0867" w:rsidRPr="22F4C4AC">
        <w:rPr>
          <w:rStyle w:val="normaltextrun"/>
          <w:rFonts w:ascii="Calibri" w:hAnsi="Calibri" w:cs="Calibri"/>
          <w:sz w:val="18"/>
          <w:szCs w:val="18"/>
        </w:rPr>
        <w:t>„</w:t>
      </w:r>
      <w:r w:rsidR="005B1AA2">
        <w:rPr>
          <w:rStyle w:val="normaltextrun"/>
          <w:rFonts w:ascii="Calibri" w:hAnsi="Calibri" w:cs="Calibri"/>
          <w:sz w:val="18"/>
          <w:szCs w:val="18"/>
        </w:rPr>
        <w:t xml:space="preserve">SEPIS – System Ewidencji Państwowej Inspekcji Sanitarnej”. </w:t>
      </w:r>
    </w:p>
    <w:p w14:paraId="44EAFD9C" w14:textId="77777777" w:rsidR="000A71A0" w:rsidRPr="0033475C" w:rsidRDefault="0078741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0A71A0" w:rsidRPr="0033475C" w:rsidSect="004633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B4A3D" w14:textId="77777777" w:rsidR="00787410" w:rsidRDefault="00787410">
      <w:r>
        <w:separator/>
      </w:r>
    </w:p>
  </w:endnote>
  <w:endnote w:type="continuationSeparator" w:id="0">
    <w:p w14:paraId="78B52DB8" w14:textId="77777777" w:rsidR="00787410" w:rsidRDefault="0078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77EBE" w14:textId="77777777" w:rsidR="00784D4F" w:rsidRDefault="00784D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3A3382B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3A3382B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23018BCA" w14:textId="77777777" w:rsidR="005E753F" w:rsidRDefault="00B0695A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FCDF28" wp14:editId="0777777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087582DF" w:rsidR="00AE7731" w:rsidRDefault="00784D4F">
    <w:pPr>
      <w:pStyle w:val="Stopka"/>
    </w:pPr>
    <w:bookmarkStart w:id="0" w:name="_GoBack"/>
    <w:bookmarkEnd w:id="0"/>
    <w:r>
      <w:rPr>
        <w:noProof/>
      </w:rPr>
      <w:drawing>
        <wp:inline distT="0" distB="0" distL="0" distR="0" wp14:anchorId="6A44AC8A" wp14:editId="49BD9121">
          <wp:extent cx="5389245" cy="963295"/>
          <wp:effectExtent l="0" t="0" r="1905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2EAA9" w14:textId="77777777" w:rsidR="00787410" w:rsidRDefault="00787410">
      <w:r>
        <w:separator/>
      </w:r>
    </w:p>
  </w:footnote>
  <w:footnote w:type="continuationSeparator" w:id="0">
    <w:p w14:paraId="25468C7C" w14:textId="77777777" w:rsidR="00787410" w:rsidRDefault="00787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80AC3" w14:textId="77777777" w:rsidR="00784D4F" w:rsidRDefault="00784D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E5AEB92" w14:paraId="3EBB6B67" w14:textId="77777777" w:rsidTr="1E5AEB92">
      <w:tc>
        <w:tcPr>
          <w:tcW w:w="3020" w:type="dxa"/>
        </w:tcPr>
        <w:p w14:paraId="1B5D584E" w14:textId="3615CA28" w:rsidR="1E5AEB92" w:rsidRDefault="1E5AEB92" w:rsidP="1E5AEB92">
          <w:pPr>
            <w:pStyle w:val="Nagwek"/>
            <w:ind w:left="-115"/>
          </w:pPr>
        </w:p>
      </w:tc>
      <w:tc>
        <w:tcPr>
          <w:tcW w:w="3020" w:type="dxa"/>
        </w:tcPr>
        <w:p w14:paraId="47BAC4D4" w14:textId="3406B5D1" w:rsidR="1E5AEB92" w:rsidRDefault="1E5AEB92" w:rsidP="1E5AEB92">
          <w:pPr>
            <w:pStyle w:val="Nagwek"/>
            <w:jc w:val="center"/>
          </w:pPr>
        </w:p>
      </w:tc>
      <w:tc>
        <w:tcPr>
          <w:tcW w:w="3020" w:type="dxa"/>
        </w:tcPr>
        <w:p w14:paraId="43402F93" w14:textId="7B021B0D" w:rsidR="1E5AEB92" w:rsidRDefault="1E5AEB92" w:rsidP="1E5AEB92">
          <w:pPr>
            <w:pStyle w:val="Nagwek"/>
            <w:ind w:right="-115"/>
            <w:jc w:val="right"/>
          </w:pPr>
        </w:p>
      </w:tc>
    </w:tr>
  </w:tbl>
  <w:p w14:paraId="0B8CBA48" w14:textId="7C3C9149" w:rsidR="1E5AEB92" w:rsidRDefault="1E5AEB92" w:rsidP="1E5AEB9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28261" w14:textId="77777777" w:rsidR="007018D3" w:rsidRDefault="00787410" w:rsidP="007018D3">
    <w:pPr>
      <w:pStyle w:val="Nagwek"/>
      <w:jc w:val="right"/>
    </w:pPr>
  </w:p>
  <w:p w14:paraId="62486C05" w14:textId="77777777" w:rsidR="007018D3" w:rsidRDefault="00787410" w:rsidP="007018D3">
    <w:pPr>
      <w:pStyle w:val="Nagwek"/>
      <w:jc w:val="right"/>
    </w:pPr>
  </w:p>
  <w:p w14:paraId="6BD9D943" w14:textId="16E482F2" w:rsidR="004633D0" w:rsidRDefault="00B0695A" w:rsidP="008151C6">
    <w:pPr>
      <w:pStyle w:val="Nagwek"/>
      <w:ind w:left="1836" w:firstLine="4536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A10C8C" wp14:editId="07777777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4A10C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D7fLpLfAAAACwEA&#10;AA8AAAAAAAAAAAAAAAAAXwQAAGRycy9kb3ducmV2LnhtbFBLBQYAAAAABAAEAPMAAABrBQAAAAA=&#10;" stroked="f">
              <v:textbox>
                <w:txbxContent>
                  <w:p w14:paraId="1D935CBE" w14:textId="77777777" w:rsidR="007018D3" w:rsidRPr="00495DA1" w:rsidRDefault="00B0695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78A176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151C6">
      <w:t>Warszawa, dnia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0D3DC0"/>
    <w:rsid w:val="000F32EE"/>
    <w:rsid w:val="001F6EDD"/>
    <w:rsid w:val="002C4B14"/>
    <w:rsid w:val="00316AA9"/>
    <w:rsid w:val="00350FAB"/>
    <w:rsid w:val="003A1398"/>
    <w:rsid w:val="00536CD9"/>
    <w:rsid w:val="0058140A"/>
    <w:rsid w:val="005A5A54"/>
    <w:rsid w:val="005B1AA2"/>
    <w:rsid w:val="00700426"/>
    <w:rsid w:val="00784D4F"/>
    <w:rsid w:val="00787410"/>
    <w:rsid w:val="008151C6"/>
    <w:rsid w:val="009E2D19"/>
    <w:rsid w:val="009F660A"/>
    <w:rsid w:val="00A240AE"/>
    <w:rsid w:val="00B0695A"/>
    <w:rsid w:val="00B929D3"/>
    <w:rsid w:val="00C66AFA"/>
    <w:rsid w:val="00D42614"/>
    <w:rsid w:val="00DF0867"/>
    <w:rsid w:val="00E47587"/>
    <w:rsid w:val="00E50039"/>
    <w:rsid w:val="00EE2CFB"/>
    <w:rsid w:val="03BDDD40"/>
    <w:rsid w:val="066B7435"/>
    <w:rsid w:val="0861F8DB"/>
    <w:rsid w:val="09D0742E"/>
    <w:rsid w:val="0E0C5A63"/>
    <w:rsid w:val="0E5ACE93"/>
    <w:rsid w:val="1E5AEB92"/>
    <w:rsid w:val="22F4C4AC"/>
    <w:rsid w:val="242689D6"/>
    <w:rsid w:val="26D287DD"/>
    <w:rsid w:val="3011ABB1"/>
    <w:rsid w:val="3094231B"/>
    <w:rsid w:val="33095FE7"/>
    <w:rsid w:val="39C2F834"/>
    <w:rsid w:val="39DC479E"/>
    <w:rsid w:val="469FD342"/>
    <w:rsid w:val="49EB31A6"/>
    <w:rsid w:val="4D906EB9"/>
    <w:rsid w:val="4DC63852"/>
    <w:rsid w:val="4FCC2B0E"/>
    <w:rsid w:val="57A65FE4"/>
    <w:rsid w:val="587B9252"/>
    <w:rsid w:val="5AC75DA7"/>
    <w:rsid w:val="63AC777D"/>
    <w:rsid w:val="64D05A4D"/>
    <w:rsid w:val="65B3E3F9"/>
    <w:rsid w:val="685768A3"/>
    <w:rsid w:val="689C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DB6AD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0039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0039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E50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f3a10b-8748-402e-bef4-aee373db4dbb">
      <UserInfo>
        <DisplayName/>
        <AccountId xsi:nil="true"/>
        <AccountType/>
      </UserInfo>
    </SharedWithUsers>
    <_Flow_SignoffStatus xmlns="9affde3b-50dd-4e74-9e2c-6b9654ae51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0F86658914CB4B80809DCDA8479AE9" ma:contentTypeVersion="10" ma:contentTypeDescription="Utwórz nowy dokument." ma:contentTypeScope="" ma:versionID="023150216db47a8fd068a08e250e6139">
  <xsd:schema xmlns:xsd="http://www.w3.org/2001/XMLSchema" xmlns:xs="http://www.w3.org/2001/XMLSchema" xmlns:p="http://schemas.microsoft.com/office/2006/metadata/properties" xmlns:ns2="9affde3b-50dd-4e74-9e2c-6b9654ae514a" xmlns:ns3="5df3a10b-8748-402e-bef4-aee373db4dbb" targetNamespace="http://schemas.microsoft.com/office/2006/metadata/properties" ma:root="true" ma:fieldsID="8463db0ca58afe422f672b8cd4a4c0bb" ns2:_="" ns3:_="">
    <xsd:import namespace="9affde3b-50dd-4e74-9e2c-6b9654ae514a"/>
    <xsd:import namespace="5df3a10b-8748-402e-bef4-aee373db4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fde3b-50dd-4e74-9e2c-6b9654ae5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5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3a10b-8748-402e-bef4-aee373db4d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D36F8-BD95-4A21-8737-BF2F85901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11F9A8-C1F1-45B2-9437-E9A340DD44D7}">
  <ds:schemaRefs>
    <ds:schemaRef ds:uri="http://schemas.microsoft.com/office/2006/metadata/properties"/>
    <ds:schemaRef ds:uri="http://schemas.microsoft.com/office/infopath/2007/PartnerControls"/>
    <ds:schemaRef ds:uri="5df3a10b-8748-402e-bef4-aee373db4dbb"/>
    <ds:schemaRef ds:uri="9affde3b-50dd-4e74-9e2c-6b9654ae514a"/>
  </ds:schemaRefs>
</ds:datastoreItem>
</file>

<file path=customXml/itemProps3.xml><?xml version="1.0" encoding="utf-8"?>
<ds:datastoreItem xmlns:ds="http://schemas.openxmlformats.org/officeDocument/2006/customXml" ds:itemID="{5BBA39F3-89CD-47F3-960E-CA40F68D2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fde3b-50dd-4e74-9e2c-6b9654ae514a"/>
    <ds:schemaRef ds:uri="5df3a10b-8748-402e-bef4-aee373db4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2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Karczewska Beata</cp:lastModifiedBy>
  <cp:revision>3</cp:revision>
  <dcterms:created xsi:type="dcterms:W3CDTF">2022-01-24T14:26:00Z</dcterms:created>
  <dcterms:modified xsi:type="dcterms:W3CDTF">2022-01-24T14:48:00Z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0x0101002A0F86658914CB4B80809DCDA8479AE9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